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BAC" w:rsidRPr="00936819" w:rsidRDefault="004F6BAC" w:rsidP="00CB1EAC">
      <w:pPr>
        <w:jc w:val="center"/>
        <w:rPr>
          <w:b/>
          <w:bCs/>
          <w:sz w:val="28"/>
          <w:szCs w:val="28"/>
        </w:rPr>
      </w:pPr>
      <w:r w:rsidRPr="00936819">
        <w:rPr>
          <w:b/>
          <w:bCs/>
          <w:sz w:val="28"/>
          <w:szCs w:val="28"/>
        </w:rPr>
        <w:t>ИНФОРМАЦИЯ</w:t>
      </w:r>
    </w:p>
    <w:p w:rsidR="004F6BAC" w:rsidRPr="00AB4A50" w:rsidRDefault="004F6BAC" w:rsidP="00AD5E42">
      <w:pPr>
        <w:pStyle w:val="HEADERTEXT"/>
        <w:jc w:val="center"/>
        <w:rPr>
          <w:b/>
          <w:bCs/>
          <w:color w:val="auto"/>
          <w:sz w:val="28"/>
          <w:szCs w:val="28"/>
        </w:rPr>
      </w:pPr>
      <w:r w:rsidRPr="00936819">
        <w:rPr>
          <w:b/>
          <w:bCs/>
          <w:color w:val="auto"/>
          <w:sz w:val="28"/>
          <w:szCs w:val="28"/>
        </w:rPr>
        <w:t>о наличии экспертных заключений контрольных и надзорных органов и иных заинтересованных органов и организаций Ульяновской области</w:t>
      </w:r>
      <w:r>
        <w:rPr>
          <w:b/>
          <w:bCs/>
          <w:color w:val="auto"/>
          <w:sz w:val="28"/>
          <w:szCs w:val="28"/>
        </w:rPr>
        <w:t xml:space="preserve"> </w:t>
      </w:r>
      <w:r w:rsidRPr="00936819">
        <w:rPr>
          <w:b/>
          <w:bCs/>
          <w:color w:val="auto"/>
          <w:sz w:val="28"/>
          <w:szCs w:val="28"/>
        </w:rPr>
        <w:t xml:space="preserve">на проект закона Ульяновской области </w:t>
      </w:r>
      <w:r>
        <w:rPr>
          <w:b/>
          <w:bCs/>
          <w:color w:val="auto"/>
          <w:sz w:val="28"/>
          <w:szCs w:val="28"/>
        </w:rPr>
        <w:t>«</w:t>
      </w:r>
      <w:r w:rsidRPr="00AD5E42">
        <w:rPr>
          <w:b/>
          <w:bCs/>
          <w:color w:val="auto"/>
          <w:sz w:val="28"/>
          <w:szCs w:val="28"/>
        </w:rPr>
        <w:t>О внесении изменений в статью 3 Закона Ульяновской области</w:t>
      </w:r>
      <w:r>
        <w:rPr>
          <w:b/>
          <w:bCs/>
          <w:color w:val="auto"/>
          <w:sz w:val="28"/>
          <w:szCs w:val="28"/>
        </w:rPr>
        <w:t xml:space="preserve"> </w:t>
      </w:r>
      <w:r w:rsidRPr="00936819">
        <w:rPr>
          <w:b/>
          <w:bCs/>
          <w:color w:val="auto"/>
          <w:sz w:val="28"/>
          <w:szCs w:val="28"/>
        </w:rPr>
        <w:t>«</w:t>
      </w:r>
      <w:r w:rsidRPr="00AD5E42">
        <w:rPr>
          <w:b/>
          <w:bCs/>
          <w:color w:val="auto"/>
          <w:sz w:val="28"/>
          <w:szCs w:val="28"/>
        </w:rPr>
        <w:t>О мерах государственной поддержки сельскохозяйственных потребительских кооперативов, потребительских обществ и отдельных категорий граждан, ведущих личное подсобное хозяйство, на территории Ульяновской области»</w:t>
      </w:r>
    </w:p>
    <w:p w:rsidR="004F6BAC" w:rsidRPr="00811EEF" w:rsidRDefault="004F6BAC" w:rsidP="00041E94">
      <w:pPr>
        <w:jc w:val="center"/>
        <w:rPr>
          <w:b/>
          <w:bCs/>
          <w:sz w:val="26"/>
          <w:szCs w:val="26"/>
        </w:rPr>
      </w:pP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962"/>
        <w:gridCol w:w="4191"/>
      </w:tblGrid>
      <w:tr w:rsidR="004F6BAC" w:rsidRPr="00DB1B0A">
        <w:trPr>
          <w:trHeight w:val="320"/>
        </w:trPr>
        <w:tc>
          <w:tcPr>
            <w:tcW w:w="567" w:type="dxa"/>
          </w:tcPr>
          <w:p w:rsidR="004F6BAC" w:rsidRPr="00DB1B0A" w:rsidRDefault="004F6BAC" w:rsidP="004A199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№</w:t>
            </w:r>
          </w:p>
          <w:p w:rsidR="004F6BAC" w:rsidRPr="00DB1B0A" w:rsidRDefault="004F6BAC" w:rsidP="004A199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п/п</w:t>
            </w:r>
          </w:p>
        </w:tc>
        <w:tc>
          <w:tcPr>
            <w:tcW w:w="4962" w:type="dxa"/>
          </w:tcPr>
          <w:p w:rsidR="004F6BAC" w:rsidRPr="00DB1B0A" w:rsidRDefault="004F6BAC" w:rsidP="009D3B7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Перечень</w:t>
            </w:r>
          </w:p>
          <w:p w:rsidR="004F6BAC" w:rsidRPr="00DB1B0A" w:rsidRDefault="004F6BAC" w:rsidP="004A199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контрольных и надзорных органов и</w:t>
            </w:r>
            <w:r>
              <w:rPr>
                <w:sz w:val="27"/>
                <w:szCs w:val="27"/>
              </w:rPr>
              <w:t xml:space="preserve"> </w:t>
            </w:r>
            <w:r w:rsidRPr="00DB1B0A">
              <w:rPr>
                <w:sz w:val="27"/>
                <w:szCs w:val="27"/>
              </w:rPr>
              <w:t>иных заинтересованных органов и организаций</w:t>
            </w:r>
          </w:p>
        </w:tc>
        <w:tc>
          <w:tcPr>
            <w:tcW w:w="4191" w:type="dxa"/>
          </w:tcPr>
          <w:p w:rsidR="004F6BAC" w:rsidRPr="00DB1B0A" w:rsidRDefault="004F6BAC" w:rsidP="009D3B7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Факт наличия</w:t>
            </w:r>
          </w:p>
          <w:p w:rsidR="004F6BAC" w:rsidRPr="00DB1B0A" w:rsidRDefault="004F6BAC" w:rsidP="009D3B7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экспертного заключения</w:t>
            </w:r>
          </w:p>
          <w:p w:rsidR="004F6BAC" w:rsidRPr="00DB1B0A" w:rsidRDefault="004F6BAC" w:rsidP="00661031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(положительное/отрицательное/не требуется согласования)</w:t>
            </w:r>
          </w:p>
        </w:tc>
      </w:tr>
      <w:tr w:rsidR="004F6BAC" w:rsidRPr="00DB1B0A">
        <w:trPr>
          <w:trHeight w:val="343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DA06FD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Прокуратура</w:t>
            </w:r>
          </w:p>
          <w:p w:rsidR="004F6BAC" w:rsidRPr="00DB1B0A" w:rsidRDefault="004F6BAC" w:rsidP="00DA06FD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Ульяновской области</w:t>
            </w:r>
          </w:p>
          <w:p w:rsidR="004F6BAC" w:rsidRPr="00DB1B0A" w:rsidRDefault="004F6BAC" w:rsidP="009D3B7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191" w:type="dxa"/>
          </w:tcPr>
          <w:p w:rsidR="004F6BAC" w:rsidRPr="00DB1B0A" w:rsidRDefault="004F6BAC" w:rsidP="00634BDC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Положительное заключение </w:t>
            </w:r>
          </w:p>
          <w:p w:rsidR="004F6BAC" w:rsidRPr="00DB1B0A" w:rsidRDefault="004F6BAC" w:rsidP="00F640B2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от </w:t>
            </w:r>
            <w:r>
              <w:rPr>
                <w:sz w:val="27"/>
                <w:szCs w:val="27"/>
              </w:rPr>
              <w:t>13.03.2017</w:t>
            </w:r>
            <w:r w:rsidRPr="00DB1B0A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 </w:t>
            </w:r>
            <w:r w:rsidRPr="00DB1B0A">
              <w:rPr>
                <w:sz w:val="27"/>
                <w:szCs w:val="27"/>
              </w:rPr>
              <w:t xml:space="preserve">№ </w:t>
            </w:r>
            <w:r>
              <w:rPr>
                <w:sz w:val="27"/>
                <w:szCs w:val="27"/>
              </w:rPr>
              <w:t>22-12-2017/5393-2017</w:t>
            </w:r>
          </w:p>
        </w:tc>
      </w:tr>
      <w:tr w:rsidR="004F6BAC" w:rsidRPr="00DB1B0A">
        <w:trPr>
          <w:trHeight w:val="343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031412">
            <w:pPr>
              <w:jc w:val="both"/>
              <w:rPr>
                <w:color w:val="000000"/>
                <w:sz w:val="27"/>
                <w:szCs w:val="27"/>
              </w:rPr>
            </w:pPr>
            <w:r w:rsidRPr="00DB1B0A">
              <w:rPr>
                <w:color w:val="000000"/>
                <w:sz w:val="27"/>
                <w:szCs w:val="27"/>
              </w:rPr>
              <w:t>Управление Министерства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DB1B0A">
              <w:rPr>
                <w:color w:val="000000"/>
                <w:sz w:val="27"/>
                <w:szCs w:val="27"/>
              </w:rPr>
              <w:t>юстиции</w:t>
            </w:r>
          </w:p>
          <w:p w:rsidR="004F6BAC" w:rsidRPr="00DB1B0A" w:rsidRDefault="004F6BAC" w:rsidP="00661031">
            <w:pPr>
              <w:jc w:val="both"/>
              <w:rPr>
                <w:sz w:val="27"/>
                <w:szCs w:val="27"/>
              </w:rPr>
            </w:pPr>
            <w:r w:rsidRPr="00DB1B0A">
              <w:rPr>
                <w:color w:val="000000"/>
                <w:sz w:val="27"/>
                <w:szCs w:val="27"/>
              </w:rPr>
              <w:t>Российской Федерации по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DB1B0A">
              <w:rPr>
                <w:color w:val="000000"/>
                <w:sz w:val="27"/>
                <w:szCs w:val="27"/>
              </w:rPr>
              <w:t>Ульяновской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DB1B0A">
              <w:rPr>
                <w:color w:val="000000"/>
                <w:sz w:val="27"/>
                <w:szCs w:val="27"/>
              </w:rPr>
              <w:t>области</w:t>
            </w:r>
          </w:p>
        </w:tc>
        <w:tc>
          <w:tcPr>
            <w:tcW w:w="4191" w:type="dxa"/>
          </w:tcPr>
          <w:p w:rsidR="004F6BAC" w:rsidRPr="00DB1B0A" w:rsidRDefault="004F6BAC" w:rsidP="00FF33A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заключение</w:t>
            </w:r>
          </w:p>
          <w:p w:rsidR="004F6BAC" w:rsidRPr="00DB1B0A" w:rsidRDefault="004F6BAC" w:rsidP="00AD5E42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от </w:t>
            </w:r>
            <w:r>
              <w:rPr>
                <w:sz w:val="27"/>
                <w:szCs w:val="27"/>
              </w:rPr>
              <w:t>18</w:t>
            </w:r>
            <w:r w:rsidRPr="00DB1B0A">
              <w:rPr>
                <w:sz w:val="27"/>
                <w:szCs w:val="27"/>
              </w:rPr>
              <w:t>.0</w:t>
            </w:r>
            <w:r>
              <w:rPr>
                <w:sz w:val="27"/>
                <w:szCs w:val="27"/>
              </w:rPr>
              <w:t>1</w:t>
            </w:r>
            <w:r w:rsidRPr="00DB1B0A">
              <w:rPr>
                <w:sz w:val="27"/>
                <w:szCs w:val="27"/>
              </w:rPr>
              <w:t>.201</w:t>
            </w:r>
            <w:r>
              <w:rPr>
                <w:sz w:val="27"/>
                <w:szCs w:val="27"/>
              </w:rPr>
              <w:t>7</w:t>
            </w:r>
            <w:r w:rsidRPr="00DB1B0A">
              <w:rPr>
                <w:sz w:val="27"/>
                <w:szCs w:val="27"/>
              </w:rPr>
              <w:t xml:space="preserve"> № 73/02-</w:t>
            </w:r>
            <w:r>
              <w:rPr>
                <w:sz w:val="27"/>
                <w:szCs w:val="27"/>
              </w:rPr>
              <w:t>173</w:t>
            </w:r>
          </w:p>
        </w:tc>
      </w:tr>
      <w:tr w:rsidR="004F6BAC" w:rsidRPr="00DB1B0A">
        <w:trPr>
          <w:trHeight w:val="343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AD5E42" w:rsidRDefault="004F6BAC" w:rsidP="00661031">
            <w:pPr>
              <w:jc w:val="both"/>
              <w:rPr>
                <w:sz w:val="27"/>
                <w:szCs w:val="27"/>
              </w:rPr>
            </w:pPr>
            <w:r w:rsidRPr="00AD5E42">
              <w:rPr>
                <w:color w:val="000000"/>
                <w:sz w:val="27"/>
                <w:szCs w:val="27"/>
              </w:rPr>
              <w:t>Уполномоченный по противодействию коррупции в Ульяновской области</w:t>
            </w:r>
          </w:p>
        </w:tc>
        <w:tc>
          <w:tcPr>
            <w:tcW w:w="4191" w:type="dxa"/>
          </w:tcPr>
          <w:p w:rsidR="004F6BAC" w:rsidRPr="00AD5E42" w:rsidRDefault="004F6BAC" w:rsidP="00535C42">
            <w:pPr>
              <w:jc w:val="center"/>
              <w:rPr>
                <w:sz w:val="27"/>
                <w:szCs w:val="27"/>
              </w:rPr>
            </w:pPr>
            <w:r w:rsidRPr="00AD5E42">
              <w:rPr>
                <w:sz w:val="27"/>
                <w:szCs w:val="27"/>
              </w:rPr>
              <w:t>Положительное заключение</w:t>
            </w:r>
          </w:p>
          <w:p w:rsidR="004F6BAC" w:rsidRPr="00DB1B0A" w:rsidRDefault="004F6BAC" w:rsidP="00AD5E42">
            <w:pPr>
              <w:jc w:val="center"/>
              <w:rPr>
                <w:sz w:val="27"/>
                <w:szCs w:val="27"/>
              </w:rPr>
            </w:pPr>
            <w:r w:rsidRPr="00AD5E42">
              <w:rPr>
                <w:sz w:val="27"/>
                <w:szCs w:val="27"/>
              </w:rPr>
              <w:t>от 23.12.2016 № УПК-73-Э/8679</w:t>
            </w:r>
          </w:p>
        </w:tc>
      </w:tr>
      <w:tr w:rsidR="004F6BAC" w:rsidRPr="00DB1B0A">
        <w:trPr>
          <w:trHeight w:val="343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2B1044">
            <w:pPr>
              <w:jc w:val="both"/>
              <w:rPr>
                <w:color w:val="000000"/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Правовое управление аппарата Законодательного Собрания Ульяновской области</w:t>
            </w:r>
          </w:p>
        </w:tc>
        <w:tc>
          <w:tcPr>
            <w:tcW w:w="4191" w:type="dxa"/>
          </w:tcPr>
          <w:p w:rsidR="004F6BAC" w:rsidRPr="00DB1B0A" w:rsidRDefault="004F6BAC" w:rsidP="00A66CC5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заключение</w:t>
            </w:r>
          </w:p>
          <w:p w:rsidR="004F6BAC" w:rsidRPr="00DB1B0A" w:rsidRDefault="004F6BAC" w:rsidP="00AD5E4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 20</w:t>
            </w:r>
            <w:r w:rsidRPr="00DB1B0A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02.</w:t>
            </w:r>
            <w:r w:rsidRPr="00DB1B0A">
              <w:rPr>
                <w:sz w:val="27"/>
                <w:szCs w:val="27"/>
              </w:rPr>
              <w:t>201</w:t>
            </w:r>
            <w:r>
              <w:rPr>
                <w:sz w:val="27"/>
                <w:szCs w:val="27"/>
              </w:rPr>
              <w:t>7</w:t>
            </w:r>
            <w:r w:rsidRPr="00DB1B0A">
              <w:rPr>
                <w:sz w:val="27"/>
                <w:szCs w:val="27"/>
              </w:rPr>
              <w:t xml:space="preserve"> № 11-14-5/</w:t>
            </w:r>
            <w:r>
              <w:rPr>
                <w:sz w:val="27"/>
                <w:szCs w:val="27"/>
              </w:rPr>
              <w:t>392</w:t>
            </w:r>
          </w:p>
        </w:tc>
      </w:tr>
      <w:tr w:rsidR="004F6BAC" w:rsidRPr="00DB1B0A">
        <w:trPr>
          <w:trHeight w:val="343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2B1044">
            <w:pPr>
              <w:jc w:val="both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Комитет по аграрным вопросам, природопользованию, природным ресурсам и экологии законодательного Собрания Ульяновской области </w:t>
            </w:r>
          </w:p>
        </w:tc>
        <w:tc>
          <w:tcPr>
            <w:tcW w:w="4191" w:type="dxa"/>
          </w:tcPr>
          <w:p w:rsidR="004F6BAC" w:rsidRPr="00DB1B0A" w:rsidRDefault="004F6BAC" w:rsidP="00A66CC5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заключение</w:t>
            </w:r>
          </w:p>
          <w:p w:rsidR="004F6BAC" w:rsidRPr="00DB1B0A" w:rsidRDefault="004F6BAC" w:rsidP="002216D0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от </w:t>
            </w:r>
            <w:r w:rsidRPr="00545599">
              <w:rPr>
                <w:sz w:val="27"/>
                <w:szCs w:val="27"/>
              </w:rPr>
              <w:t>27.02.2017 № 08-03/61-ИсхП</w:t>
            </w:r>
          </w:p>
          <w:p w:rsidR="004F6BAC" w:rsidRPr="00DB1B0A" w:rsidRDefault="004F6BAC" w:rsidP="002216D0">
            <w:pPr>
              <w:jc w:val="center"/>
              <w:rPr>
                <w:sz w:val="27"/>
                <w:szCs w:val="27"/>
              </w:rPr>
            </w:pPr>
          </w:p>
        </w:tc>
      </w:tr>
      <w:tr w:rsidR="004F6BAC" w:rsidRPr="00DB1B0A">
        <w:trPr>
          <w:trHeight w:val="343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2B1044">
            <w:pPr>
              <w:jc w:val="both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Общественная Палата Ульяновской области</w:t>
            </w:r>
          </w:p>
        </w:tc>
        <w:tc>
          <w:tcPr>
            <w:tcW w:w="4191" w:type="dxa"/>
          </w:tcPr>
          <w:p w:rsidR="004F6BAC" w:rsidRPr="00DB1B0A" w:rsidRDefault="004F6BAC" w:rsidP="002B104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Положительное заключение</w:t>
            </w:r>
          </w:p>
          <w:p w:rsidR="004F6BAC" w:rsidRPr="00DB1B0A" w:rsidRDefault="004F6BAC" w:rsidP="00AD5E4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от 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.2016 № 73-ОП-С/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945</w:t>
            </w:r>
          </w:p>
        </w:tc>
      </w:tr>
      <w:tr w:rsidR="004F6BAC" w:rsidRPr="00DB1B0A">
        <w:trPr>
          <w:trHeight w:val="511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4191" w:type="dxa"/>
          </w:tcPr>
          <w:p w:rsidR="004F6BAC" w:rsidRPr="00DB1B0A" w:rsidRDefault="004F6BAC" w:rsidP="002B104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Положительное заключение</w:t>
            </w:r>
          </w:p>
          <w:p w:rsidR="004F6BAC" w:rsidRPr="00DB1B0A" w:rsidRDefault="004F6BAC" w:rsidP="00AD5E42">
            <w:pPr>
              <w:pStyle w:val="ListParagraph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от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.201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 xml:space="preserve"> №73-П/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650</w:t>
            </w:r>
          </w:p>
        </w:tc>
      </w:tr>
      <w:tr w:rsidR="004F6BAC" w:rsidRPr="00DB1B0A">
        <w:trPr>
          <w:trHeight w:val="511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Министерство финансов Ульяновской области</w:t>
            </w:r>
          </w:p>
        </w:tc>
        <w:tc>
          <w:tcPr>
            <w:tcW w:w="4191" w:type="dxa"/>
          </w:tcPr>
          <w:p w:rsidR="004F6BAC" w:rsidRPr="00DB1B0A" w:rsidRDefault="004F6BAC" w:rsidP="002B104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 xml:space="preserve">Положительное заключение </w:t>
            </w:r>
          </w:p>
          <w:p w:rsidR="004F6BAC" w:rsidRPr="00DB1B0A" w:rsidRDefault="004F6BAC" w:rsidP="00AD5E4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14.12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 xml:space="preserve">.2016 №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511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-з</w:t>
            </w:r>
          </w:p>
        </w:tc>
      </w:tr>
      <w:tr w:rsidR="004F6BAC" w:rsidRPr="00DB1B0A">
        <w:trPr>
          <w:trHeight w:val="511"/>
        </w:trPr>
        <w:tc>
          <w:tcPr>
            <w:tcW w:w="567" w:type="dxa"/>
          </w:tcPr>
          <w:p w:rsidR="004F6BAC" w:rsidRPr="00DB1B0A" w:rsidRDefault="004F6BAC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4F6BAC" w:rsidRPr="00DB1B0A" w:rsidRDefault="004F6BAC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Счётная палата Ульяновской области</w:t>
            </w:r>
          </w:p>
        </w:tc>
        <w:tc>
          <w:tcPr>
            <w:tcW w:w="4191" w:type="dxa"/>
          </w:tcPr>
          <w:p w:rsidR="004F6BAC" w:rsidRPr="00DB1B0A" w:rsidRDefault="004F6BAC" w:rsidP="002B104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Положительное заключение</w:t>
            </w:r>
          </w:p>
          <w:p w:rsidR="004F6BAC" w:rsidRPr="00DB1B0A" w:rsidRDefault="004F6BAC" w:rsidP="00AD5E4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от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7.01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.201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48</w:t>
            </w:r>
            <w:r w:rsidRPr="00DB1B0A">
              <w:rPr>
                <w:rFonts w:ascii="Times New Roman" w:hAnsi="Times New Roman" w:cs="Times New Roman"/>
                <w:sz w:val="27"/>
                <w:szCs w:val="27"/>
              </w:rPr>
              <w:t>/01-03</w:t>
            </w:r>
          </w:p>
        </w:tc>
      </w:tr>
    </w:tbl>
    <w:p w:rsidR="004F6BAC" w:rsidRDefault="004F6BAC" w:rsidP="00DC7F8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F6BAC" w:rsidRPr="00936819" w:rsidRDefault="004F6BAC">
      <w:pPr>
        <w:rPr>
          <w:sz w:val="28"/>
          <w:szCs w:val="28"/>
        </w:rPr>
      </w:pPr>
    </w:p>
    <w:p w:rsidR="004F6BAC" w:rsidRPr="00936819" w:rsidRDefault="004F6BAC" w:rsidP="002B104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F6BAC" w:rsidRDefault="004F6BAC" w:rsidP="00FF33A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36819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819">
        <w:rPr>
          <w:rFonts w:ascii="Times New Roman" w:hAnsi="Times New Roman" w:cs="Times New Roman"/>
          <w:sz w:val="28"/>
          <w:szCs w:val="28"/>
        </w:rPr>
        <w:t>сельского,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819">
        <w:rPr>
          <w:rFonts w:ascii="Times New Roman" w:hAnsi="Times New Roman" w:cs="Times New Roman"/>
          <w:sz w:val="28"/>
          <w:szCs w:val="28"/>
        </w:rPr>
        <w:t xml:space="preserve">лесного хозяйства и </w:t>
      </w:r>
    </w:p>
    <w:p w:rsidR="004F6BAC" w:rsidRPr="00936819" w:rsidRDefault="004F6BAC" w:rsidP="00FF33A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36819">
        <w:rPr>
          <w:rFonts w:ascii="Times New Roman" w:hAnsi="Times New Roman" w:cs="Times New Roman"/>
          <w:sz w:val="28"/>
          <w:szCs w:val="28"/>
        </w:rPr>
        <w:t>природных ресурсовУльяновской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                                      М</w:t>
      </w:r>
      <w:r w:rsidRPr="009368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368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Семёнкин</w:t>
      </w:r>
      <w:bookmarkStart w:id="0" w:name="_GoBack"/>
      <w:bookmarkEnd w:id="0"/>
    </w:p>
    <w:sectPr w:rsidR="004F6BAC" w:rsidRPr="00936819" w:rsidSect="004A19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1874"/>
    <w:multiLevelType w:val="hybridMultilevel"/>
    <w:tmpl w:val="B5C01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EAC"/>
    <w:rsid w:val="00001E5F"/>
    <w:rsid w:val="00013563"/>
    <w:rsid w:val="000174C7"/>
    <w:rsid w:val="00022882"/>
    <w:rsid w:val="00026DD4"/>
    <w:rsid w:val="000274D4"/>
    <w:rsid w:val="00031412"/>
    <w:rsid w:val="00041E94"/>
    <w:rsid w:val="000420FB"/>
    <w:rsid w:val="000434B5"/>
    <w:rsid w:val="00045E35"/>
    <w:rsid w:val="00057398"/>
    <w:rsid w:val="000606B7"/>
    <w:rsid w:val="0006588A"/>
    <w:rsid w:val="000665A7"/>
    <w:rsid w:val="00070B19"/>
    <w:rsid w:val="000729EF"/>
    <w:rsid w:val="00075651"/>
    <w:rsid w:val="000A0305"/>
    <w:rsid w:val="000A30A5"/>
    <w:rsid w:val="000A3FD4"/>
    <w:rsid w:val="000A4339"/>
    <w:rsid w:val="000A5681"/>
    <w:rsid w:val="000A5ADF"/>
    <w:rsid w:val="000B0624"/>
    <w:rsid w:val="000B3C30"/>
    <w:rsid w:val="000C3A21"/>
    <w:rsid w:val="000C43CA"/>
    <w:rsid w:val="000D09A6"/>
    <w:rsid w:val="000D49AB"/>
    <w:rsid w:val="000D6BE6"/>
    <w:rsid w:val="000E7FE3"/>
    <w:rsid w:val="000F16A7"/>
    <w:rsid w:val="000F2A94"/>
    <w:rsid w:val="000F6D46"/>
    <w:rsid w:val="0011273C"/>
    <w:rsid w:val="0011418C"/>
    <w:rsid w:val="0012697C"/>
    <w:rsid w:val="001326C1"/>
    <w:rsid w:val="001334AF"/>
    <w:rsid w:val="00140CE0"/>
    <w:rsid w:val="001459C0"/>
    <w:rsid w:val="00163071"/>
    <w:rsid w:val="00164707"/>
    <w:rsid w:val="00164789"/>
    <w:rsid w:val="00171BBA"/>
    <w:rsid w:val="001720C0"/>
    <w:rsid w:val="00182884"/>
    <w:rsid w:val="00186909"/>
    <w:rsid w:val="001B0029"/>
    <w:rsid w:val="001B0967"/>
    <w:rsid w:val="001B25EE"/>
    <w:rsid w:val="001B6F21"/>
    <w:rsid w:val="001E412E"/>
    <w:rsid w:val="001F04BC"/>
    <w:rsid w:val="001F125D"/>
    <w:rsid w:val="001F3E53"/>
    <w:rsid w:val="001F6FDE"/>
    <w:rsid w:val="00213C2E"/>
    <w:rsid w:val="002215A3"/>
    <w:rsid w:val="002216D0"/>
    <w:rsid w:val="002305F2"/>
    <w:rsid w:val="00242B52"/>
    <w:rsid w:val="002435ED"/>
    <w:rsid w:val="00245E63"/>
    <w:rsid w:val="00262112"/>
    <w:rsid w:val="00263F77"/>
    <w:rsid w:val="00267BD7"/>
    <w:rsid w:val="0027143C"/>
    <w:rsid w:val="00274148"/>
    <w:rsid w:val="00276E19"/>
    <w:rsid w:val="00277C56"/>
    <w:rsid w:val="002820F4"/>
    <w:rsid w:val="00283267"/>
    <w:rsid w:val="00287105"/>
    <w:rsid w:val="00290247"/>
    <w:rsid w:val="002B1044"/>
    <w:rsid w:val="002B5290"/>
    <w:rsid w:val="002C2AA1"/>
    <w:rsid w:val="002D2994"/>
    <w:rsid w:val="002D31EE"/>
    <w:rsid w:val="002E5CD5"/>
    <w:rsid w:val="0030691E"/>
    <w:rsid w:val="00320DF1"/>
    <w:rsid w:val="003213AD"/>
    <w:rsid w:val="0032635D"/>
    <w:rsid w:val="00332814"/>
    <w:rsid w:val="00332E3E"/>
    <w:rsid w:val="003524DA"/>
    <w:rsid w:val="00356EAC"/>
    <w:rsid w:val="003570F9"/>
    <w:rsid w:val="00371E9D"/>
    <w:rsid w:val="0038014E"/>
    <w:rsid w:val="00382A04"/>
    <w:rsid w:val="00383F18"/>
    <w:rsid w:val="00384AF9"/>
    <w:rsid w:val="00384CA6"/>
    <w:rsid w:val="00392CD8"/>
    <w:rsid w:val="00393DB3"/>
    <w:rsid w:val="003A09E6"/>
    <w:rsid w:val="003A7E90"/>
    <w:rsid w:val="003C2EB9"/>
    <w:rsid w:val="003C7EF1"/>
    <w:rsid w:val="003D4B2F"/>
    <w:rsid w:val="003D6040"/>
    <w:rsid w:val="003D6629"/>
    <w:rsid w:val="003E0918"/>
    <w:rsid w:val="003E4756"/>
    <w:rsid w:val="003E4BB6"/>
    <w:rsid w:val="003F0E71"/>
    <w:rsid w:val="003F1FAA"/>
    <w:rsid w:val="003F5DDA"/>
    <w:rsid w:val="00400AC2"/>
    <w:rsid w:val="00401183"/>
    <w:rsid w:val="0042338B"/>
    <w:rsid w:val="00424B42"/>
    <w:rsid w:val="0043306A"/>
    <w:rsid w:val="004449B5"/>
    <w:rsid w:val="0044582C"/>
    <w:rsid w:val="004568C5"/>
    <w:rsid w:val="00462B96"/>
    <w:rsid w:val="0046600B"/>
    <w:rsid w:val="00475E39"/>
    <w:rsid w:val="0047730A"/>
    <w:rsid w:val="00480E03"/>
    <w:rsid w:val="00484A47"/>
    <w:rsid w:val="00484FB2"/>
    <w:rsid w:val="004A0871"/>
    <w:rsid w:val="004A199E"/>
    <w:rsid w:val="004A2711"/>
    <w:rsid w:val="004A4313"/>
    <w:rsid w:val="004B157A"/>
    <w:rsid w:val="004C5CC6"/>
    <w:rsid w:val="004D718B"/>
    <w:rsid w:val="004E3D9E"/>
    <w:rsid w:val="004F40C2"/>
    <w:rsid w:val="004F4F48"/>
    <w:rsid w:val="004F5B6E"/>
    <w:rsid w:val="004F6BAC"/>
    <w:rsid w:val="004F7131"/>
    <w:rsid w:val="00501698"/>
    <w:rsid w:val="00501BE6"/>
    <w:rsid w:val="00513F3E"/>
    <w:rsid w:val="00517A6E"/>
    <w:rsid w:val="00521E37"/>
    <w:rsid w:val="00530E1C"/>
    <w:rsid w:val="00535C42"/>
    <w:rsid w:val="00543407"/>
    <w:rsid w:val="00545599"/>
    <w:rsid w:val="00563931"/>
    <w:rsid w:val="0056777E"/>
    <w:rsid w:val="00572320"/>
    <w:rsid w:val="00580869"/>
    <w:rsid w:val="005A252F"/>
    <w:rsid w:val="005A5B70"/>
    <w:rsid w:val="005A7DD2"/>
    <w:rsid w:val="005C51A5"/>
    <w:rsid w:val="005E17E4"/>
    <w:rsid w:val="005E4B08"/>
    <w:rsid w:val="005F537C"/>
    <w:rsid w:val="006060D3"/>
    <w:rsid w:val="0060684C"/>
    <w:rsid w:val="00611B99"/>
    <w:rsid w:val="006155F2"/>
    <w:rsid w:val="00624BD7"/>
    <w:rsid w:val="0063279B"/>
    <w:rsid w:val="0063378B"/>
    <w:rsid w:val="00634BDC"/>
    <w:rsid w:val="0063657F"/>
    <w:rsid w:val="00641D1F"/>
    <w:rsid w:val="00642356"/>
    <w:rsid w:val="00654AC7"/>
    <w:rsid w:val="00657721"/>
    <w:rsid w:val="00661031"/>
    <w:rsid w:val="00661374"/>
    <w:rsid w:val="00683393"/>
    <w:rsid w:val="00683B78"/>
    <w:rsid w:val="006865FC"/>
    <w:rsid w:val="00687F97"/>
    <w:rsid w:val="006A3227"/>
    <w:rsid w:val="006B7CFD"/>
    <w:rsid w:val="006C110C"/>
    <w:rsid w:val="006C3F92"/>
    <w:rsid w:val="006D3A91"/>
    <w:rsid w:val="006D6972"/>
    <w:rsid w:val="006E6AA1"/>
    <w:rsid w:val="006F0697"/>
    <w:rsid w:val="006F1B81"/>
    <w:rsid w:val="006F6D81"/>
    <w:rsid w:val="00700659"/>
    <w:rsid w:val="00713885"/>
    <w:rsid w:val="00732CAF"/>
    <w:rsid w:val="007342A7"/>
    <w:rsid w:val="007441B3"/>
    <w:rsid w:val="007520CB"/>
    <w:rsid w:val="007636B7"/>
    <w:rsid w:val="00784AD2"/>
    <w:rsid w:val="0079275E"/>
    <w:rsid w:val="007B69A0"/>
    <w:rsid w:val="007C0332"/>
    <w:rsid w:val="007C10E1"/>
    <w:rsid w:val="007C6F5D"/>
    <w:rsid w:val="007D6BD1"/>
    <w:rsid w:val="007E0B5B"/>
    <w:rsid w:val="007E16F0"/>
    <w:rsid w:val="007F66F8"/>
    <w:rsid w:val="008022F1"/>
    <w:rsid w:val="00805783"/>
    <w:rsid w:val="00807701"/>
    <w:rsid w:val="00811EEF"/>
    <w:rsid w:val="008142D1"/>
    <w:rsid w:val="0083059E"/>
    <w:rsid w:val="00840D10"/>
    <w:rsid w:val="00850DCA"/>
    <w:rsid w:val="0085554A"/>
    <w:rsid w:val="008555F7"/>
    <w:rsid w:val="0085581A"/>
    <w:rsid w:val="0085645C"/>
    <w:rsid w:val="00861910"/>
    <w:rsid w:val="008633E8"/>
    <w:rsid w:val="008675E1"/>
    <w:rsid w:val="00881BCA"/>
    <w:rsid w:val="00890034"/>
    <w:rsid w:val="008B3249"/>
    <w:rsid w:val="008C3733"/>
    <w:rsid w:val="008C71E8"/>
    <w:rsid w:val="008D06CB"/>
    <w:rsid w:val="008E35F5"/>
    <w:rsid w:val="00902687"/>
    <w:rsid w:val="009132C5"/>
    <w:rsid w:val="00917CF6"/>
    <w:rsid w:val="00917EC6"/>
    <w:rsid w:val="00923D3F"/>
    <w:rsid w:val="00925DB4"/>
    <w:rsid w:val="00930595"/>
    <w:rsid w:val="00934723"/>
    <w:rsid w:val="00934A60"/>
    <w:rsid w:val="00936819"/>
    <w:rsid w:val="00946E31"/>
    <w:rsid w:val="009530F5"/>
    <w:rsid w:val="00975E30"/>
    <w:rsid w:val="00984754"/>
    <w:rsid w:val="00992523"/>
    <w:rsid w:val="009A0F32"/>
    <w:rsid w:val="009A4171"/>
    <w:rsid w:val="009A459E"/>
    <w:rsid w:val="009B5181"/>
    <w:rsid w:val="009D3B7E"/>
    <w:rsid w:val="009E7FE9"/>
    <w:rsid w:val="009F2CED"/>
    <w:rsid w:val="009F52D0"/>
    <w:rsid w:val="009F5410"/>
    <w:rsid w:val="00A04DC5"/>
    <w:rsid w:val="00A15FCD"/>
    <w:rsid w:val="00A21E48"/>
    <w:rsid w:val="00A341C5"/>
    <w:rsid w:val="00A35BC5"/>
    <w:rsid w:val="00A66CC5"/>
    <w:rsid w:val="00A703A6"/>
    <w:rsid w:val="00A717B5"/>
    <w:rsid w:val="00A863A3"/>
    <w:rsid w:val="00A86E6B"/>
    <w:rsid w:val="00A93D56"/>
    <w:rsid w:val="00AA2609"/>
    <w:rsid w:val="00AB1FB3"/>
    <w:rsid w:val="00AB3A13"/>
    <w:rsid w:val="00AB4A50"/>
    <w:rsid w:val="00AB6D67"/>
    <w:rsid w:val="00AB7535"/>
    <w:rsid w:val="00AC4B26"/>
    <w:rsid w:val="00AC4C51"/>
    <w:rsid w:val="00AC79C7"/>
    <w:rsid w:val="00AD2C3C"/>
    <w:rsid w:val="00AD5E42"/>
    <w:rsid w:val="00AD65C5"/>
    <w:rsid w:val="00AE2A96"/>
    <w:rsid w:val="00B11324"/>
    <w:rsid w:val="00B13024"/>
    <w:rsid w:val="00B33075"/>
    <w:rsid w:val="00B36CBE"/>
    <w:rsid w:val="00B61EE8"/>
    <w:rsid w:val="00B70339"/>
    <w:rsid w:val="00B81C83"/>
    <w:rsid w:val="00B83868"/>
    <w:rsid w:val="00BB485F"/>
    <w:rsid w:val="00BB599E"/>
    <w:rsid w:val="00BC462C"/>
    <w:rsid w:val="00BC7705"/>
    <w:rsid w:val="00BD5067"/>
    <w:rsid w:val="00BD7CE6"/>
    <w:rsid w:val="00BE4380"/>
    <w:rsid w:val="00BF254D"/>
    <w:rsid w:val="00BF4133"/>
    <w:rsid w:val="00BF53EC"/>
    <w:rsid w:val="00BF603A"/>
    <w:rsid w:val="00BF6079"/>
    <w:rsid w:val="00C01408"/>
    <w:rsid w:val="00C0507F"/>
    <w:rsid w:val="00C055B1"/>
    <w:rsid w:val="00C07365"/>
    <w:rsid w:val="00C15369"/>
    <w:rsid w:val="00C24956"/>
    <w:rsid w:val="00C31478"/>
    <w:rsid w:val="00C32A68"/>
    <w:rsid w:val="00C35DCA"/>
    <w:rsid w:val="00C46B92"/>
    <w:rsid w:val="00C54AB7"/>
    <w:rsid w:val="00C60E03"/>
    <w:rsid w:val="00C661E1"/>
    <w:rsid w:val="00C672DD"/>
    <w:rsid w:val="00C704DB"/>
    <w:rsid w:val="00C72160"/>
    <w:rsid w:val="00C83238"/>
    <w:rsid w:val="00CB1DA2"/>
    <w:rsid w:val="00CB1EAC"/>
    <w:rsid w:val="00CD47C9"/>
    <w:rsid w:val="00CD4D62"/>
    <w:rsid w:val="00CE30AC"/>
    <w:rsid w:val="00D069C9"/>
    <w:rsid w:val="00D11736"/>
    <w:rsid w:val="00D149F1"/>
    <w:rsid w:val="00D3770D"/>
    <w:rsid w:val="00D679AB"/>
    <w:rsid w:val="00D73F71"/>
    <w:rsid w:val="00D86029"/>
    <w:rsid w:val="00D8667B"/>
    <w:rsid w:val="00D87EDB"/>
    <w:rsid w:val="00D932A7"/>
    <w:rsid w:val="00D973DF"/>
    <w:rsid w:val="00DA06FD"/>
    <w:rsid w:val="00DA3963"/>
    <w:rsid w:val="00DA56FA"/>
    <w:rsid w:val="00DB1B0A"/>
    <w:rsid w:val="00DB4081"/>
    <w:rsid w:val="00DB72BA"/>
    <w:rsid w:val="00DC0E5C"/>
    <w:rsid w:val="00DC6599"/>
    <w:rsid w:val="00DC7F80"/>
    <w:rsid w:val="00DD1CFA"/>
    <w:rsid w:val="00DD4DB8"/>
    <w:rsid w:val="00DD508C"/>
    <w:rsid w:val="00DF10DA"/>
    <w:rsid w:val="00E01ABA"/>
    <w:rsid w:val="00E023B8"/>
    <w:rsid w:val="00E0248A"/>
    <w:rsid w:val="00E22D39"/>
    <w:rsid w:val="00E250A7"/>
    <w:rsid w:val="00E26AB3"/>
    <w:rsid w:val="00E32B34"/>
    <w:rsid w:val="00E42315"/>
    <w:rsid w:val="00E43A95"/>
    <w:rsid w:val="00E50D4E"/>
    <w:rsid w:val="00E64253"/>
    <w:rsid w:val="00E67DFA"/>
    <w:rsid w:val="00E71ADD"/>
    <w:rsid w:val="00E730BF"/>
    <w:rsid w:val="00E806B0"/>
    <w:rsid w:val="00E85C40"/>
    <w:rsid w:val="00EA0805"/>
    <w:rsid w:val="00EA57C9"/>
    <w:rsid w:val="00EB39AD"/>
    <w:rsid w:val="00EC46D3"/>
    <w:rsid w:val="00EC4879"/>
    <w:rsid w:val="00ED4FE8"/>
    <w:rsid w:val="00EE1E90"/>
    <w:rsid w:val="00EE34E3"/>
    <w:rsid w:val="00EE6E3E"/>
    <w:rsid w:val="00EF23A2"/>
    <w:rsid w:val="00EF761B"/>
    <w:rsid w:val="00F0508B"/>
    <w:rsid w:val="00F05316"/>
    <w:rsid w:val="00F05A24"/>
    <w:rsid w:val="00F1018C"/>
    <w:rsid w:val="00F22725"/>
    <w:rsid w:val="00F2738B"/>
    <w:rsid w:val="00F27F7C"/>
    <w:rsid w:val="00F3441A"/>
    <w:rsid w:val="00F50FD7"/>
    <w:rsid w:val="00F515CE"/>
    <w:rsid w:val="00F640B2"/>
    <w:rsid w:val="00F646D1"/>
    <w:rsid w:val="00F72EFA"/>
    <w:rsid w:val="00F730A3"/>
    <w:rsid w:val="00F939E4"/>
    <w:rsid w:val="00F96D98"/>
    <w:rsid w:val="00FB12E8"/>
    <w:rsid w:val="00FB719E"/>
    <w:rsid w:val="00FC5E78"/>
    <w:rsid w:val="00FD404F"/>
    <w:rsid w:val="00FF33AE"/>
    <w:rsid w:val="00FF41B2"/>
    <w:rsid w:val="00FF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0F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1E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44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B08"/>
    <w:rPr>
      <w:sz w:val="2"/>
      <w:szCs w:val="2"/>
    </w:rPr>
  </w:style>
  <w:style w:type="paragraph" w:customStyle="1" w:styleId="ConsPlusTitle">
    <w:name w:val="ConsPlusTitle"/>
    <w:uiPriority w:val="99"/>
    <w:rsid w:val="0012697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NoSpacing">
    <w:name w:val="No Spacing"/>
    <w:uiPriority w:val="99"/>
    <w:qFormat/>
    <w:rsid w:val="00FF33AE"/>
    <w:rPr>
      <w:rFonts w:ascii="Calibri" w:hAnsi="Calibri" w:cs="Calibri"/>
    </w:rPr>
  </w:style>
  <w:style w:type="paragraph" w:customStyle="1" w:styleId="HEADERTEXT">
    <w:name w:val=".HEADERTEXT"/>
    <w:uiPriority w:val="99"/>
    <w:rsid w:val="00811EEF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paragraph" w:styleId="ListParagraph">
    <w:name w:val="List Paragraph"/>
    <w:basedOn w:val="Normal"/>
    <w:uiPriority w:val="99"/>
    <w:qFormat/>
    <w:rsid w:val="002B1044"/>
    <w:pPr>
      <w:spacing w:after="200" w:line="276" w:lineRule="auto"/>
      <w:ind w:left="720"/>
    </w:pPr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272</Words>
  <Characters>1557</Characters>
  <Application>Microsoft Office Outlook</Application>
  <DocSecurity>0</DocSecurity>
  <Lines>0</Lines>
  <Paragraphs>0</Paragraphs>
  <ScaleCrop>false</ScaleCrop>
  <Company>Fabrika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MatveikinaEV</dc:creator>
  <cp:keywords/>
  <dc:description/>
  <cp:lastModifiedBy>Бух</cp:lastModifiedBy>
  <cp:revision>27</cp:revision>
  <cp:lastPrinted>2017-03-13T11:44:00Z</cp:lastPrinted>
  <dcterms:created xsi:type="dcterms:W3CDTF">2016-01-20T13:19:00Z</dcterms:created>
  <dcterms:modified xsi:type="dcterms:W3CDTF">2017-03-16T04:59:00Z</dcterms:modified>
</cp:coreProperties>
</file>